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68C" w:rsidRDefault="00E1268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示 1" o:spid="_x0000_i1025" type="#_x0000_t75" style="width:781.5pt;height:446.25pt;visibility:visible">
            <v:imagedata r:id="rId6" o:title="" croptop="-10564f" cropbottom="-3300f" cropleft="-897f"/>
            <o:lock v:ext="edit" aspectratio="f"/>
          </v:shape>
        </w:pict>
      </w:r>
    </w:p>
    <w:sectPr w:rsidR="00E1268C" w:rsidSect="00580993">
      <w:pgSz w:w="16838" w:h="11906" w:orient="landscape" w:code="9"/>
      <w:pgMar w:top="1134" w:right="567" w:bottom="107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68C" w:rsidRDefault="00E1268C" w:rsidP="00ED6105">
      <w:r>
        <w:separator/>
      </w:r>
    </w:p>
  </w:endnote>
  <w:endnote w:type="continuationSeparator" w:id="1">
    <w:p w:rsidR="00E1268C" w:rsidRDefault="00E1268C" w:rsidP="00ED6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68C" w:rsidRDefault="00E1268C" w:rsidP="00ED6105">
      <w:r>
        <w:separator/>
      </w:r>
    </w:p>
  </w:footnote>
  <w:footnote w:type="continuationSeparator" w:id="1">
    <w:p w:rsidR="00E1268C" w:rsidRDefault="00E1268C" w:rsidP="00ED61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105"/>
    <w:rsid w:val="00001F17"/>
    <w:rsid w:val="00003734"/>
    <w:rsid w:val="00025CA6"/>
    <w:rsid w:val="00035AB3"/>
    <w:rsid w:val="000A058D"/>
    <w:rsid w:val="000A2982"/>
    <w:rsid w:val="001426EA"/>
    <w:rsid w:val="0027764C"/>
    <w:rsid w:val="00331C7E"/>
    <w:rsid w:val="00373DB3"/>
    <w:rsid w:val="0038252B"/>
    <w:rsid w:val="003947FD"/>
    <w:rsid w:val="00403D8E"/>
    <w:rsid w:val="004874A4"/>
    <w:rsid w:val="004A7418"/>
    <w:rsid w:val="004B014B"/>
    <w:rsid w:val="004B1BE0"/>
    <w:rsid w:val="004B52B7"/>
    <w:rsid w:val="00547079"/>
    <w:rsid w:val="00580993"/>
    <w:rsid w:val="005C2A1C"/>
    <w:rsid w:val="00603D5F"/>
    <w:rsid w:val="00627A02"/>
    <w:rsid w:val="0068430E"/>
    <w:rsid w:val="006A16EF"/>
    <w:rsid w:val="006B35D1"/>
    <w:rsid w:val="006F25F8"/>
    <w:rsid w:val="007151FB"/>
    <w:rsid w:val="0074354C"/>
    <w:rsid w:val="007929BC"/>
    <w:rsid w:val="007B4486"/>
    <w:rsid w:val="007F60A8"/>
    <w:rsid w:val="00895B90"/>
    <w:rsid w:val="00897DCC"/>
    <w:rsid w:val="008A58E4"/>
    <w:rsid w:val="008C7AA9"/>
    <w:rsid w:val="008D5726"/>
    <w:rsid w:val="008F2326"/>
    <w:rsid w:val="0093369E"/>
    <w:rsid w:val="009A41C2"/>
    <w:rsid w:val="009A7636"/>
    <w:rsid w:val="00A23373"/>
    <w:rsid w:val="00A32A63"/>
    <w:rsid w:val="00A7192A"/>
    <w:rsid w:val="00A950F8"/>
    <w:rsid w:val="00AC02B3"/>
    <w:rsid w:val="00B54336"/>
    <w:rsid w:val="00BF0291"/>
    <w:rsid w:val="00BF0AAD"/>
    <w:rsid w:val="00C264DA"/>
    <w:rsid w:val="00C66E24"/>
    <w:rsid w:val="00CE0121"/>
    <w:rsid w:val="00CE1E31"/>
    <w:rsid w:val="00CE71CA"/>
    <w:rsid w:val="00CF55BB"/>
    <w:rsid w:val="00DA278E"/>
    <w:rsid w:val="00E1268C"/>
    <w:rsid w:val="00E72347"/>
    <w:rsid w:val="00EA5273"/>
    <w:rsid w:val="00EB0B79"/>
    <w:rsid w:val="00EC3A27"/>
    <w:rsid w:val="00ED6105"/>
    <w:rsid w:val="00EE5B51"/>
    <w:rsid w:val="00EE602E"/>
    <w:rsid w:val="00EE718F"/>
    <w:rsid w:val="00EF42AD"/>
    <w:rsid w:val="00F51534"/>
    <w:rsid w:val="00F64C95"/>
    <w:rsid w:val="00F66D98"/>
    <w:rsid w:val="00F809A5"/>
    <w:rsid w:val="00F8748A"/>
    <w:rsid w:val="00FA1239"/>
    <w:rsid w:val="00FC6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2B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D6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610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D61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6105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ED61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610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0</Words>
  <Characters>1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lenovo</dc:creator>
  <cp:keywords/>
  <dc:description/>
  <cp:lastModifiedBy>金玉谟</cp:lastModifiedBy>
  <cp:revision>3</cp:revision>
  <cp:lastPrinted>2016-11-23T07:04:00Z</cp:lastPrinted>
  <dcterms:created xsi:type="dcterms:W3CDTF">2016-11-23T07:06:00Z</dcterms:created>
  <dcterms:modified xsi:type="dcterms:W3CDTF">2016-11-23T08:47:00Z</dcterms:modified>
</cp:coreProperties>
</file>